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6D1B4E">
        <w:t xml:space="preserve">který podává nabídku na sektorovou veřejnou zakázku s názvem </w:t>
      </w:r>
      <w:bookmarkStart w:id="1" w:name="_Toc403053768"/>
      <w:r w:rsidRPr="006D1B4E">
        <w:rPr>
          <w:b/>
        </w:rPr>
        <w:t>„</w:t>
      </w:r>
      <w:bookmarkEnd w:id="1"/>
      <w:r w:rsidR="006D1B4E" w:rsidRPr="006D1B4E">
        <w:rPr>
          <w:b/>
        </w:rPr>
        <w:t xml:space="preserve">Opravy mechanizace u </w:t>
      </w:r>
      <w:proofErr w:type="gramStart"/>
      <w:r w:rsidR="006D1B4E" w:rsidRPr="006D1B4E">
        <w:rPr>
          <w:b/>
        </w:rPr>
        <w:t>OŘ</w:t>
      </w:r>
      <w:proofErr w:type="gramEnd"/>
      <w:r w:rsidR="006D1B4E" w:rsidRPr="006D1B4E">
        <w:rPr>
          <w:b/>
        </w:rPr>
        <w:t xml:space="preserve"> 2020  - Dílenská oprava kolejových zdvihacích plošin MPŽ20</w:t>
      </w:r>
      <w:r w:rsidRPr="006D1B4E">
        <w:rPr>
          <w:b/>
        </w:rPr>
        <w:t>“</w:t>
      </w:r>
      <w:r w:rsidRPr="006D1B4E">
        <w:t>, č.j. 1</w:t>
      </w:r>
      <w:r w:rsidR="006D1B4E" w:rsidRPr="006D1B4E">
        <w:t>6919</w:t>
      </w:r>
      <w:r w:rsidRPr="006D1B4E">
        <w:t>/20</w:t>
      </w:r>
      <w:r w:rsidR="003B0398" w:rsidRPr="006D1B4E">
        <w:t>20</w:t>
      </w:r>
      <w:r w:rsidRPr="006D1B4E">
        <w:t xml:space="preserve">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D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467447" wp14:editId="56E78AE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FD7A6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BC99CB6" wp14:editId="508DB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8A591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D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D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66AAF72" wp14:editId="35D973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28561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239225F" wp14:editId="14E890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4DF0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63D27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1B4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/fields"/>
    <ds:schemaRef ds:uri="http://purl.org/dc/terms/"/>
    <ds:schemaRef ds:uri="http://purl.org/dc/dcmitype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921559B-A905-429D-8E34-94C20FF6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2020-04-21T06:41:00Z</cp:lastPrinted>
  <dcterms:created xsi:type="dcterms:W3CDTF">2020-04-20T13:10:00Z</dcterms:created>
  <dcterms:modified xsi:type="dcterms:W3CDTF">2020-04-21T06:41:00Z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